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right="0" w:rightChars="0" w:firstLine="803" w:firstLineChars="200"/>
        <w:jc w:val="center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  <w:t>境外联培博士生离校流程</w:t>
      </w:r>
    </w:p>
    <w:p>
      <w:pPr>
        <w:numPr>
          <w:ilvl w:val="0"/>
          <w:numId w:val="0"/>
        </w:numPr>
        <w:ind w:right="0" w:rightChars="0" w:firstLine="803" w:firstLineChars="200"/>
        <w:jc w:val="center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</w:pPr>
      <w:bookmarkStart w:id="0" w:name="_GoBack"/>
      <w:bookmarkEnd w:id="0"/>
    </w:p>
    <w:p>
      <w:pPr>
        <w:widowControl/>
        <w:jc w:val="left"/>
        <w:textAlignment w:val="center"/>
        <w:rPr>
          <w:rFonts w:hint="default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/>
        </w:rPr>
        <w:t>说明：本流程适用于以下离校情况：1）最后一学期/一学年赴合作大学注册就读；2）最后一学期仍在我校注册，但临毕业前申请1-3个月赴合作大学答辩（伯明翰大学联培生可申请1-6个月）</w:t>
      </w:r>
    </w:p>
    <w:tbl>
      <w:tblPr>
        <w:tblStyle w:val="4"/>
        <w:tblW w:w="10515" w:type="dxa"/>
        <w:tblInd w:w="-33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1663"/>
        <w:gridCol w:w="78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主要流程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申请离校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离校前15个工作日完成离校审批流程：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《境外联培研究生离校赴联培大学申请》经导师-院系-学院-研究生院审批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归还实验室/系（院）物品/物资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联系实验室/系（院）归还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归还图书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按需到图书馆1楼服务台归还图书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学费、住宿费结清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按需到行政楼425办公室补缴学费、住宿费。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验收宿舍资产、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退宿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各学院辅导员、宿管、中航物业联合执行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办结离校手续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离校前一周内，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完成离校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所有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手续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，《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离校审批表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交至学院辅导员审核。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附件1.《境外联培研究生离校赴联培大学申请表（附离校审批表）》</w:t>
      </w:r>
    </w:p>
    <w:sectPr>
      <w:footerReference r:id="rId3" w:type="default"/>
      <w:pgSz w:w="12240" w:h="15840"/>
      <w:pgMar w:top="1020" w:right="1400" w:bottom="740" w:left="138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EA2EB9"/>
    <w:rsid w:val="0011571B"/>
    <w:rsid w:val="001224B4"/>
    <w:rsid w:val="001512F0"/>
    <w:rsid w:val="00164D56"/>
    <w:rsid w:val="00165FE5"/>
    <w:rsid w:val="001E4B9A"/>
    <w:rsid w:val="003722B2"/>
    <w:rsid w:val="00406F3A"/>
    <w:rsid w:val="00415434"/>
    <w:rsid w:val="004A51ED"/>
    <w:rsid w:val="004D1D06"/>
    <w:rsid w:val="005D71C2"/>
    <w:rsid w:val="00724826"/>
    <w:rsid w:val="007614BD"/>
    <w:rsid w:val="008F35F2"/>
    <w:rsid w:val="00961060"/>
    <w:rsid w:val="009F0664"/>
    <w:rsid w:val="00A369A2"/>
    <w:rsid w:val="00AB0F0A"/>
    <w:rsid w:val="00AF6DF7"/>
    <w:rsid w:val="00BE2FE8"/>
    <w:rsid w:val="00DB5028"/>
    <w:rsid w:val="00DD1D1E"/>
    <w:rsid w:val="00DD7D51"/>
    <w:rsid w:val="00E15A7C"/>
    <w:rsid w:val="00FD17C6"/>
    <w:rsid w:val="010B2713"/>
    <w:rsid w:val="01420A25"/>
    <w:rsid w:val="025F4A6C"/>
    <w:rsid w:val="03215F16"/>
    <w:rsid w:val="05DF6F70"/>
    <w:rsid w:val="07B53532"/>
    <w:rsid w:val="09DB0D99"/>
    <w:rsid w:val="0AE13432"/>
    <w:rsid w:val="0B351495"/>
    <w:rsid w:val="0BAA2893"/>
    <w:rsid w:val="0C87050D"/>
    <w:rsid w:val="0D615146"/>
    <w:rsid w:val="0DDA1EBD"/>
    <w:rsid w:val="0F091953"/>
    <w:rsid w:val="0F112AFB"/>
    <w:rsid w:val="104170FA"/>
    <w:rsid w:val="123C2CF8"/>
    <w:rsid w:val="125943A2"/>
    <w:rsid w:val="12E35B41"/>
    <w:rsid w:val="13BB34F1"/>
    <w:rsid w:val="13ED0DE1"/>
    <w:rsid w:val="15315868"/>
    <w:rsid w:val="170F6D48"/>
    <w:rsid w:val="176B0882"/>
    <w:rsid w:val="1A4E552D"/>
    <w:rsid w:val="1B3A5145"/>
    <w:rsid w:val="1BD8465E"/>
    <w:rsid w:val="1C2529A7"/>
    <w:rsid w:val="1CC96CA3"/>
    <w:rsid w:val="1D2B06E0"/>
    <w:rsid w:val="1E1D465F"/>
    <w:rsid w:val="1E604FA5"/>
    <w:rsid w:val="1FEF1492"/>
    <w:rsid w:val="22021FFD"/>
    <w:rsid w:val="23152790"/>
    <w:rsid w:val="23865C9B"/>
    <w:rsid w:val="23CB3AF9"/>
    <w:rsid w:val="25184B10"/>
    <w:rsid w:val="274E11C7"/>
    <w:rsid w:val="282C7A5E"/>
    <w:rsid w:val="292425BB"/>
    <w:rsid w:val="2A0E70B8"/>
    <w:rsid w:val="2A4734CB"/>
    <w:rsid w:val="2C8C62E2"/>
    <w:rsid w:val="2CCE3259"/>
    <w:rsid w:val="2D4B0614"/>
    <w:rsid w:val="2E501EB6"/>
    <w:rsid w:val="2E6D4775"/>
    <w:rsid w:val="2EA13AE5"/>
    <w:rsid w:val="304A2D0A"/>
    <w:rsid w:val="31C125C5"/>
    <w:rsid w:val="31EA2EB9"/>
    <w:rsid w:val="32786A63"/>
    <w:rsid w:val="32ED2498"/>
    <w:rsid w:val="341151C5"/>
    <w:rsid w:val="358A137D"/>
    <w:rsid w:val="36A07C56"/>
    <w:rsid w:val="36FE5E44"/>
    <w:rsid w:val="37A478AC"/>
    <w:rsid w:val="38E50856"/>
    <w:rsid w:val="3AA244C9"/>
    <w:rsid w:val="3B157451"/>
    <w:rsid w:val="3BA05311"/>
    <w:rsid w:val="3BAD5506"/>
    <w:rsid w:val="3C8F0A48"/>
    <w:rsid w:val="3D013E9A"/>
    <w:rsid w:val="403F3B0C"/>
    <w:rsid w:val="41105F6C"/>
    <w:rsid w:val="42017464"/>
    <w:rsid w:val="426310A0"/>
    <w:rsid w:val="43752321"/>
    <w:rsid w:val="450368A5"/>
    <w:rsid w:val="48C06680"/>
    <w:rsid w:val="48ED385C"/>
    <w:rsid w:val="4A6D17DC"/>
    <w:rsid w:val="4ADB7DD8"/>
    <w:rsid w:val="4B3D7073"/>
    <w:rsid w:val="4B660C0D"/>
    <w:rsid w:val="4BA66CA0"/>
    <w:rsid w:val="4BB014B5"/>
    <w:rsid w:val="4BB428C5"/>
    <w:rsid w:val="4D351B7A"/>
    <w:rsid w:val="4E011DAB"/>
    <w:rsid w:val="4E4F322C"/>
    <w:rsid w:val="4FAA5A17"/>
    <w:rsid w:val="50DE770A"/>
    <w:rsid w:val="520D62F1"/>
    <w:rsid w:val="525D6A94"/>
    <w:rsid w:val="534B2B1E"/>
    <w:rsid w:val="55232792"/>
    <w:rsid w:val="57E44D21"/>
    <w:rsid w:val="583969DE"/>
    <w:rsid w:val="58687F7D"/>
    <w:rsid w:val="58DB1227"/>
    <w:rsid w:val="5A280914"/>
    <w:rsid w:val="5B091F92"/>
    <w:rsid w:val="5C7D7823"/>
    <w:rsid w:val="5CC9395B"/>
    <w:rsid w:val="5D864E14"/>
    <w:rsid w:val="5E673CFA"/>
    <w:rsid w:val="5EB13757"/>
    <w:rsid w:val="60241A6C"/>
    <w:rsid w:val="60572691"/>
    <w:rsid w:val="61222D6A"/>
    <w:rsid w:val="6172595E"/>
    <w:rsid w:val="61C925AF"/>
    <w:rsid w:val="6379007E"/>
    <w:rsid w:val="63913D65"/>
    <w:rsid w:val="63C2451E"/>
    <w:rsid w:val="6405542B"/>
    <w:rsid w:val="66A47410"/>
    <w:rsid w:val="6779475D"/>
    <w:rsid w:val="67F233BA"/>
    <w:rsid w:val="69CF6D7F"/>
    <w:rsid w:val="6A3943F3"/>
    <w:rsid w:val="6D28687A"/>
    <w:rsid w:val="6D535020"/>
    <w:rsid w:val="6E142394"/>
    <w:rsid w:val="6E4826AD"/>
    <w:rsid w:val="6FC73427"/>
    <w:rsid w:val="707B6D5E"/>
    <w:rsid w:val="73380AF3"/>
    <w:rsid w:val="73D900FD"/>
    <w:rsid w:val="75AF4A5D"/>
    <w:rsid w:val="765643BA"/>
    <w:rsid w:val="77AA697A"/>
    <w:rsid w:val="793E5906"/>
    <w:rsid w:val="7B4470C6"/>
    <w:rsid w:val="7E167E19"/>
    <w:rsid w:val="7E493B1B"/>
    <w:rsid w:val="7E6446D0"/>
    <w:rsid w:val="7EA23DB8"/>
    <w:rsid w:val="7F460702"/>
    <w:rsid w:val="7F62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C:\Users\Administrator\AppData\Roaming\Kingsoft\wps\addons\pool\win-i386\knewfileres_1.0.0.3\wps\0.docx</Template>
  <Pages>9</Pages>
  <Words>2814</Words>
  <Characters>3322</Characters>
  <Lines>221</Lines>
  <Paragraphs>245</Paragraphs>
  <TotalTime>2</TotalTime>
  <ScaleCrop>false</ScaleCrop>
  <LinksUpToDate>false</LinksUpToDate>
  <CharactersWithSpaces>5891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2020-06-29T05:46:00Z</dcterms:created>
  <dc:creator>zhx</dc:creator>
  <cp:lastModifiedBy>Zhihan</cp:lastModifiedBy>
  <cp:lastPrinted>2018-05-21T09:32:00Z</cp:lastPrinted>
  <dcterms:modified xsi:type="dcterms:W3CDTF">2020-12-29T03:46:09Z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